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2551A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E74651">
        <w:rPr>
          <w:rFonts w:eastAsia="Times New Roman" w:cs="Times New Roman"/>
          <w:lang w:eastAsia="cs-CZ"/>
        </w:rPr>
        <w:t>36217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B92192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B3829">
        <w:rPr>
          <w:noProof/>
        </w:rPr>
        <w:t>1</w:t>
      </w:r>
      <w:r w:rsidR="00E74651">
        <w:rPr>
          <w:noProof/>
        </w:rPr>
        <w:t>8</w:t>
      </w:r>
      <w:r w:rsidR="00167955">
        <w:rPr>
          <w:noProof/>
        </w:rPr>
        <w:t xml:space="preserve">. kolo“, č.j. </w:t>
      </w:r>
      <w:r w:rsidR="00E74651">
        <w:rPr>
          <w:noProof/>
        </w:rPr>
        <w:t>36217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4E1B8" w14:textId="77777777" w:rsidR="004D2BD0" w:rsidRDefault="004D2BD0" w:rsidP="00962258">
      <w:pPr>
        <w:spacing w:after="0" w:line="240" w:lineRule="auto"/>
      </w:pPr>
      <w:r>
        <w:separator/>
      </w:r>
    </w:p>
  </w:endnote>
  <w:endnote w:type="continuationSeparator" w:id="0">
    <w:p w14:paraId="42266E95" w14:textId="77777777" w:rsidR="004D2BD0" w:rsidRDefault="004D2B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7C1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798A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3D3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8ED8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5BEE7" w14:textId="77777777" w:rsidR="004D2BD0" w:rsidRDefault="004D2BD0" w:rsidP="00962258">
      <w:pPr>
        <w:spacing w:after="0" w:line="240" w:lineRule="auto"/>
      </w:pPr>
      <w:r>
        <w:separator/>
      </w:r>
    </w:p>
  </w:footnote>
  <w:footnote w:type="continuationSeparator" w:id="0">
    <w:p w14:paraId="43958811" w14:textId="77777777" w:rsidR="004D2BD0" w:rsidRDefault="004D2B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550BC"/>
    <w:rsid w:val="001605B9"/>
    <w:rsid w:val="0016258F"/>
    <w:rsid w:val="00167955"/>
    <w:rsid w:val="001708F9"/>
    <w:rsid w:val="00170EC5"/>
    <w:rsid w:val="001747C1"/>
    <w:rsid w:val="00184743"/>
    <w:rsid w:val="002045CE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D2BD0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D7EB5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74651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66B9A3-CAD9-41FB-B063-B296C273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51</cp:revision>
  <cp:lastPrinted>2022-05-31T07:58:00Z</cp:lastPrinted>
  <dcterms:created xsi:type="dcterms:W3CDTF">2020-06-11T06:14:00Z</dcterms:created>
  <dcterms:modified xsi:type="dcterms:W3CDTF">2022-05-31T07:58:00Z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